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60" w:lineRule="auto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5154295</wp:posOffset>
                </wp:positionH>
                <wp:positionV relativeFrom="paragraph">
                  <wp:posOffset>28575</wp:posOffset>
                </wp:positionV>
                <wp:extent cx="1757680" cy="1437005"/>
                <wp:effectExtent l="146685" t="71755" r="635" b="34290"/>
                <wp:wrapNone/>
                <wp:docPr id="3" name="爆炸形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80000">
                          <a:off x="6468745" y="1153795"/>
                          <a:ext cx="1757680" cy="1437005"/>
                        </a:xfrm>
                        <a:prstGeom prst="irregularSeal1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sz w:val="32"/>
                                <w:szCs w:val="32"/>
                                <w:lang w:val="en-US" w:eastAsia="zh-CN"/>
                              </w:rPr>
                              <w:t>好消息！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1" type="#_x0000_t71" style="position:absolute;left:0pt;margin-left:405.85pt;margin-top:2.25pt;height:113.15pt;width:138.4pt;rotation:-1769472f;z-index:251659264;v-text-anchor:middle;mso-width-relative:page;mso-height-relative:page;" fillcolor="#FCD5B5 [1305]" filled="t" stroked="t" coordsize="21600,21600" o:gfxdata="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Hxecq3XAAAACgEAAA8AAAAAAAAAAQAgAAAAIgAAAGRycy9kb3ducmV2LnhtbFBL&#10;AQIUABQAAAAIAIdO4kAeGx/bogIAADcFAAAOAAAAAAAAAAEAIAAAACYBAABkcnMvZTJvRG9jLnht&#10;bFBLBQYAAAAABgAGAFkBAAA6BgAAAAA=&#10;">
                <v:fill on="t" focussize="0,0"/>
                <v:stroke weight="2pt" color="#FAC090 [1945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color w:val="FF000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0000"/>
                          <w:sz w:val="32"/>
                          <w:szCs w:val="32"/>
                          <w:lang w:val="en-US" w:eastAsia="zh-CN"/>
                        </w:rPr>
                        <w:t>好消息！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重大福利：中仿科技GeoStudio&amp;Rocscience（Phase2、RS3）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岩土岩石分析软件试用申请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>为感谢多年以来广大客户对中仿科技（CnTech）的支持与帮助，中仿科技特推出GeoStudio&amp;Rocscience（Phase2、RS3）软件试用体验活动，机会难得，试用名额有限，大家先到先得</w:t>
      </w:r>
      <w:r>
        <w:rPr>
          <w:rFonts w:hint="eastAsia"/>
          <w:szCs w:val="21"/>
        </w:rPr>
        <w:t>。</w:t>
      </w:r>
    </w:p>
    <w:p>
      <w:pPr>
        <w:spacing w:line="360" w:lineRule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2613660</wp:posOffset>
            </wp:positionH>
            <wp:positionV relativeFrom="paragraph">
              <wp:posOffset>151130</wp:posOffset>
            </wp:positionV>
            <wp:extent cx="1301115" cy="1517650"/>
            <wp:effectExtent l="0" t="0" r="13335" b="6350"/>
            <wp:wrapNone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4551045" y="2641600"/>
                      <a:ext cx="1301115" cy="151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试用资格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关注我们微信，得到试用资格。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Cs w:val="21"/>
          <w:lang w:val="en-US" w:eastAsia="zh-CN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试用规则</w:t>
      </w:r>
    </w:p>
    <w:p>
      <w:pPr>
        <w:spacing w:line="360" w:lineRule="auto"/>
        <w:jc w:val="right"/>
        <w:rPr>
          <w:rFonts w:hint="eastAsia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313690</wp:posOffset>
                </wp:positionH>
                <wp:positionV relativeFrom="paragraph">
                  <wp:posOffset>101600</wp:posOffset>
                </wp:positionV>
                <wp:extent cx="6198870" cy="344805"/>
                <wp:effectExtent l="12700" t="12700" r="17780" b="23495"/>
                <wp:wrapTight wrapText="bothSides">
                  <wp:wrapPolygon>
                    <wp:start x="13099" y="-796"/>
                    <wp:lineTo x="-44" y="-796"/>
                    <wp:lineTo x="-44" y="21401"/>
                    <wp:lineTo x="16219" y="21401"/>
                    <wp:lineTo x="21596" y="21401"/>
                    <wp:lineTo x="21596" y="-796"/>
                    <wp:lineTo x="13099" y="-796"/>
                  </wp:wrapPolygon>
                </wp:wrapTight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8870" cy="344805"/>
                          <a:chOff x="5459" y="7245"/>
                          <a:chExt cx="9762" cy="543"/>
                        </a:xfrm>
                      </wpg:grpSpPr>
                      <wps:wsp>
                        <wps:cNvPr id="4" name="圆角矩形 4"/>
                        <wps:cNvSpPr/>
                        <wps:spPr>
                          <a:xfrm>
                            <a:off x="5459" y="7298"/>
                            <a:ext cx="1438" cy="491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获得资格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圆角矩形 5"/>
                        <wps:cNvSpPr/>
                        <wps:spPr>
                          <a:xfrm>
                            <a:off x="7861" y="7294"/>
                            <a:ext cx="2542" cy="491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回答问题并提交申请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直接箭头连接符 6"/>
                        <wps:cNvCnPr>
                          <a:stCxn id="4" idx="3"/>
                          <a:endCxn id="5" idx="1"/>
                        </wps:cNvCnPr>
                        <wps:spPr>
                          <a:xfrm flipV="1">
                            <a:off x="6897" y="7540"/>
                            <a:ext cx="964" cy="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圆角矩形 8"/>
                        <wps:cNvSpPr/>
                        <wps:spPr>
                          <a:xfrm>
                            <a:off x="11393" y="7273"/>
                            <a:ext cx="1438" cy="491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申请成功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直接箭头连接符 7"/>
                        <wps:cNvCnPr>
                          <a:endCxn id="8" idx="1"/>
                        </wps:cNvCnPr>
                        <wps:spPr>
                          <a:xfrm flipV="1">
                            <a:off x="10430" y="7519"/>
                            <a:ext cx="963" cy="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圆角矩形 10"/>
                        <wps:cNvSpPr/>
                        <wps:spPr>
                          <a:xfrm>
                            <a:off x="13783" y="7245"/>
                            <a:ext cx="1438" cy="491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收到软件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直接箭头连接符 9"/>
                        <wps:cNvCnPr>
                          <a:endCxn id="10" idx="1"/>
                        </wps:cNvCnPr>
                        <wps:spPr>
                          <a:xfrm flipV="1">
                            <a:off x="12820" y="7491"/>
                            <a:ext cx="963" cy="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.7pt;margin-top:8pt;height:27.15pt;width:488.1pt;mso-wrap-distance-left:9pt;mso-wrap-distance-right:9pt;z-index:-251644928;mso-width-relative:page;mso-height-relative:page;" coordorigin="5459,7245" coordsize="9762,543" wrapcoords="13099 -796 -44 -796 -44 21401 16219 21401 21596 21401 21596 -796 13099 -796" o:gfxdata="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">
                <o:lock v:ext="edit" aspectratio="f"/>
                <v:roundrect id="_x0000_s1026" o:spid="_x0000_s1026" o:spt="2" style="position:absolute;left:5459;top:7298;height:491;width:1438;v-text-anchor:middle;" fillcolor="#4F81BD [3204]" filled="t" stroked="t" coordsize="21600,21600" arcsize="0.166666666666667" o:gfxdata="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J1JvQAA&#10;ANoAAAAPAAAAAAAAAAEAIAAAACIAAABkcnMvZG93bnJldi54bWxQSwECFAAUAAAACACHTuJAMy8F&#10;njsAAAA5AAAAEAAAAAAAAAABACAAAAAMAQAAZHJzL3NoYXBleG1sLnhtbFBLBQYAAAAABgAGAFsB&#10;AAC2AwAAAAA=&#10;">
                  <v:fill on="t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获得资格</w:t>
                        </w:r>
                      </w:p>
                    </w:txbxContent>
                  </v:textbox>
                </v:roundrect>
                <v:roundrect id="_x0000_s1026" o:spid="_x0000_s1026" o:spt="2" style="position:absolute;left:7861;top:7294;height:491;width:2542;v-text-anchor:middle;" fillcolor="#4F81BD [3204]" filled="t" stroked="t" coordsize="21600,21600" arcsize="0.166666666666667" o:gfxdata="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DjSvQAA&#10;ANoAAAAPAAAAAAAAAAEAIAAAACIAAABkcnMvZG93bnJldi54bWxQSwECFAAUAAAACACHTuJAMy8F&#10;njsAAAA5AAAAEAAAAAAAAAABACAAAAAMAQAAZHJzL3NoYXBleG1sLnhtbFBLBQYAAAAABgAGAFsB&#10;AAC2AwAAAAA=&#10;">
                  <v:fill on="t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回答问题并提交申请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6897;top:7540;flip:y;height:4;width:964;" filled="f" stroked="t" coordsize="21600,21600" o:gfxdata="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SLzP74A&#10;AADaAAAADwAAAAAAAAABACAAAAAiAAAAZHJzL2Rvd25yZXYueG1sUEsBAhQAFAAAAAgAh07iQDMv&#10;BZ47AAAAOQAAABAAAAAAAAAAAQAgAAAADQEAAGRycy9zaGFwZXhtbC54bWxQSwUGAAAAAAYABgBb&#10;AQAAtwMAAAAA&#10;">
                  <v:fill on="f" focussize="0,0"/>
                  <v:stroke color="#4A7EBB [3204]" joinstyle="round" endarrow="open"/>
                  <v:imagedata o:title=""/>
                  <o:lock v:ext="edit" aspectratio="f"/>
                </v:shape>
                <v:roundrect id="_x0000_s1026" o:spid="_x0000_s1026" o:spt="2" style="position:absolute;left:11393;top:7273;height:491;width:1438;v-text-anchor:middle;" fillcolor="#4F81BD [3204]" filled="t" stroked="t" coordsize="21600,21600" arcsize="0.166666666666667" o:gfxdata="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TBl0y2AAAA2gAAAA8A&#10;AAAAAAAAAQAgAAAAIgAAAGRycy9kb3ducmV2LnhtbFBLAQIUABQAAAAIAIdO4kAzLwWeOwAAADkA&#10;AAAQAAAAAAAAAAEAIAAAAAUBAABkcnMvc2hhcGV4bWwueG1sUEsFBgAAAAAGAAYAWwEAAK8DAAAA&#10;AA==&#10;">
                  <v:fill on="t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申请成功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10430;top:7519;flip:y;height:6;width:963;" filled="f" stroked="t" coordsize="21600,21600" o:gfxdata="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blakvQAA&#10;ANoAAAAPAAAAAAAAAAEAIAAAACIAAABkcnMvZG93bnJldi54bWxQSwECFAAUAAAACACHTuJAMy8F&#10;njsAAAA5AAAAEAAAAAAAAAABACAAAAAMAQAAZHJzL3NoYXBleG1sLnhtbFBLBQYAAAAABgAGAFsB&#10;AAC2AwAAAAA=&#10;">
                  <v:fill on="f" focussize="0,0"/>
                  <v:stroke color="#4A7EBB [3204]" joinstyle="round" endarrow="open"/>
                  <v:imagedata o:title=""/>
                  <o:lock v:ext="edit" aspectratio="f"/>
                </v:shape>
                <v:roundrect id="_x0000_s1026" o:spid="_x0000_s1026" o:spt="2" style="position:absolute;left:13783;top:7245;height:491;width:1438;v-text-anchor:middle;" fillcolor="#4F81BD [3204]" filled="t" stroked="t" coordsize="21600,21600" arcsize="0.166666666666667" o:gfxdata="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I4WivQAA&#10;ANsAAAAPAAAAAAAAAAEAIAAAACIAAABkcnMvZG93bnJldi54bWxQSwECFAAUAAAACACHTuJAMy8F&#10;njsAAAA5AAAAEAAAAAAAAAABACAAAAAMAQAAZHJzL3NoYXBleG1sLnhtbFBLBQYAAAAABgAGAFsB&#10;AAC2AwAAAAA=&#10;">
                  <v:fill on="t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收到软件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12820;top:7491;flip:y;height:6;width:963;" filled="f" stroked="t" coordsize="21600,21600" o:gfxdata="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vWdNvQAA&#10;ANoAAAAPAAAAAAAAAAEAIAAAACIAAABkcnMvZG93bnJldi54bWxQSwECFAAUAAAACACHTuJAMy8F&#10;njsAAAA5AAAAEAAAAAAAAAABACAAAAAMAQAAZHJzL3NoYXBleG1sLnhtbFBLBQYAAAAABgAGAFsB&#10;AAC2AwAAAAA=&#10;">
                  <v:fill on="f" focussize="0,0"/>
                  <v:stroke color="#4A7EBB [3204]" joinstyle="round" endarrow="open"/>
                  <v:imagedata o:title=""/>
                  <o:lock v:ext="edit" aspectratio="f"/>
                </v:shape>
                <w10:wrap type="tight"/>
              </v:group>
            </w:pict>
          </mc:Fallback>
        </mc:AlternateContent>
      </w:r>
    </w:p>
    <w:p>
      <w:pPr>
        <w:spacing w:line="360" w:lineRule="auto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</w:t>
      </w:r>
    </w:p>
    <w:p>
      <w:pPr>
        <w:spacing w:line="360" w:lineRule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试用说明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hanging="420" w:firstLineChars="0"/>
        <w:jc w:val="both"/>
        <w:textAlignment w:val="auto"/>
        <w:outlineLvl w:val="9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免费申请，试用过程无需支付任何费用；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hanging="420" w:firstLineChars="0"/>
        <w:jc w:val="both"/>
        <w:textAlignment w:val="auto"/>
        <w:outlineLvl w:val="9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申请后下载《软件</w:t>
      </w:r>
      <w:bookmarkStart w:id="1" w:name="_GoBack"/>
      <w:bookmarkEnd w:id="1"/>
      <w:r>
        <w:rPr>
          <w:rFonts w:hint="eastAsia"/>
          <w:szCs w:val="21"/>
          <w:lang w:val="en-US" w:eastAsia="zh-CN"/>
        </w:rPr>
        <w:t xml:space="preserve">试用申请表》，填写并回答问题后，请Email 给 </w:t>
      </w:r>
      <w:r>
        <w:drawing>
          <wp:inline distT="0" distB="0" distL="114300" distR="114300">
            <wp:extent cx="1050925" cy="150495"/>
            <wp:effectExtent l="0" t="0" r="15875" b="19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szCs w:val="21"/>
          <w:lang w:val="en-US" w:eastAsia="zh-CN"/>
        </w:rPr>
        <w:t>工作人员将于两个工作日内通过微信通知您是否申请成功；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hanging="420" w:firstLineChars="0"/>
        <w:jc w:val="both"/>
        <w:textAlignment w:val="auto"/>
        <w:outlineLvl w:val="9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申请成功后，我们会通过Email的形式给您发送软件的下载链接地址、激活码以及软件的相关教程（PPT/Word+视频教程+文件模型）；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hanging="420" w:firstLineChars="0"/>
        <w:jc w:val="both"/>
        <w:textAlignment w:val="auto"/>
        <w:outlineLvl w:val="9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请不要用试用的产品从事任何商业相关的活动（做相关项目以及科研也是不允许的）；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hanging="420" w:firstLineChars="0"/>
        <w:jc w:val="both"/>
        <w:textAlignment w:val="auto"/>
        <w:outlineLvl w:val="9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未成功申请的客户请不要放弃，我们会在下一次活动中着重考虑您的申请；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788035</wp:posOffset>
            </wp:positionH>
            <wp:positionV relativeFrom="paragraph">
              <wp:posOffset>137160</wp:posOffset>
            </wp:positionV>
            <wp:extent cx="910590" cy="911225"/>
            <wp:effectExtent l="0" t="0" r="3810" b="3175"/>
            <wp:wrapNone/>
            <wp:docPr id="12" name="图片 12" descr="GeoStudio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GeoStudio icon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4294505</wp:posOffset>
            </wp:positionH>
            <wp:positionV relativeFrom="paragraph">
              <wp:posOffset>155575</wp:posOffset>
            </wp:positionV>
            <wp:extent cx="1651000" cy="360045"/>
            <wp:effectExtent l="0" t="0" r="6350" b="1905"/>
            <wp:wrapNone/>
            <wp:docPr id="7237" name="图片 7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" name="图片 7236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1330325" y="6308725"/>
                      <a:ext cx="1651000" cy="360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2407285</wp:posOffset>
            </wp:positionH>
            <wp:positionV relativeFrom="paragraph">
              <wp:posOffset>229870</wp:posOffset>
            </wp:positionV>
            <wp:extent cx="1784350" cy="387350"/>
            <wp:effectExtent l="0" t="0" r="6350" b="12700"/>
            <wp:wrapNone/>
            <wp:docPr id="7174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4" name="Picture 60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1259840" y="2132648"/>
                      <a:ext cx="1784350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/>
          <w:szCs w:val="21"/>
          <w:lang w:val="en-US" w:eastAsia="zh-CN"/>
        </w:rPr>
      </w:pP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233680</wp:posOffset>
                </wp:positionV>
                <wp:extent cx="5314315" cy="407035"/>
                <wp:effectExtent l="4445" t="4445" r="15240" b="762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92785" y="7189470"/>
                          <a:ext cx="5314315" cy="407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  <w:t>GeoStudio试用申请               Phase2试用申请         Phase2试用申请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15pt;margin-top:18.4pt;height:32.05pt;width:418.45pt;z-index:251667456;mso-width-relative:page;mso-height-relative:page;" fillcolor="#FFFFFF [3201]" filled="t" stroked="t" coordsize="21600,21600" o:gfxdata="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/TyLG1wAAAAkBAAAPAAAAAAAAAAEAIAAAACIA&#10;AABkcnMvZG93bnJldi54bWxQSwECFAAUAAAACACHTuJAEJSgQkMCAAB3BAAADgAAAAAAAAABACAA&#10;AAAmAQAAZHJzL2Uyb0RvYy54bWxQSwUGAAAAAAYABgBZAQAA2w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  <w:t>GeoStudio试用申请               Phase2试用申请         Phase2试用申请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为了提高申请的成功率，麻烦回答以下问题：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</w:p>
    <w:tbl>
      <w:tblPr>
        <w:tblStyle w:val="17"/>
        <w:tblW w:w="10374" w:type="dxa"/>
        <w:jc w:val="center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6E6E6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0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6E6E6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10374" w:type="dxa"/>
            <w:shd w:val="clear" w:color="auto" w:fill="E6E6E6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1、请问您或您所在单位关注的问题是？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>
      <w:pPr>
        <w:spacing w:beforeLines="100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                                                 </w:t>
      </w:r>
      <w:r>
        <w:rPr>
          <w:rFonts w:ascii="仿宋_GB2312" w:hAnsi="宋体" w:eastAsia="仿宋_GB2312"/>
          <w:sz w:val="24"/>
          <w:u w:val="single"/>
        </w:rPr>
        <w:t xml:space="preserve">     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hAnsi="宋体" w:eastAsia="仿宋_GB2312"/>
          <w:sz w:val="24"/>
          <w:u w:val="single"/>
        </w:rPr>
      </w:pPr>
    </w:p>
    <w:tbl>
      <w:tblPr>
        <w:tblStyle w:val="17"/>
        <w:tblW w:w="10374" w:type="dxa"/>
        <w:jc w:val="center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6E6E6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0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6E6E6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10374" w:type="dxa"/>
            <w:shd w:val="clear" w:color="auto" w:fill="E6E6E6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目前贵单位使用的软件是：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                     </w:t>
            </w:r>
            <w:r>
              <w:rPr>
                <w:rFonts w:hint="eastAsia" w:ascii="仿宋_GB2312" w:hAnsi="宋体" w:eastAsia="仿宋_GB2312"/>
                <w:sz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</w:t>
            </w:r>
          </w:p>
        </w:tc>
      </w:tr>
    </w:tbl>
    <w:p>
      <w:pPr>
        <w:rPr>
          <w:rFonts w:ascii="仿宋_GB2312" w:hAnsi="宋体" w:eastAsia="仿宋_GB2312"/>
          <w:sz w:val="11"/>
          <w:szCs w:val="11"/>
          <w:u w:val="single"/>
        </w:rPr>
      </w:pPr>
    </w:p>
    <w:tbl>
      <w:tblPr>
        <w:tblStyle w:val="17"/>
        <w:tblW w:w="10374" w:type="dxa"/>
        <w:jc w:val="center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6E6E6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0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6E6E6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10374" w:type="dxa"/>
            <w:shd w:val="clear" w:color="auto" w:fill="E6E6E6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如果条件允许，贵单位是否会考虑购买正版软件？</w:t>
            </w:r>
          </w:p>
        </w:tc>
      </w:tr>
    </w:tbl>
    <w:p>
      <w:pPr>
        <w:rPr>
          <w:rFonts w:hint="eastAsia" w:ascii="仿宋_GB2312" w:hAnsi="宋体" w:eastAsia="仿宋_GB2312"/>
          <w:sz w:val="24"/>
          <w:u w:val="single"/>
        </w:rPr>
      </w:pPr>
    </w:p>
    <w:p>
      <w:pPr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  <w:u w:val="single"/>
        </w:rPr>
        <w:t xml:space="preserve">               </w:t>
      </w:r>
      <w:r>
        <w:rPr>
          <w:rFonts w:ascii="仿宋_GB2312" w:hAnsi="宋体" w:eastAsia="仿宋_GB2312"/>
          <w:sz w:val="24"/>
          <w:u w:val="single"/>
        </w:rPr>
        <w:t xml:space="preserve">    </w:t>
      </w:r>
      <w:r>
        <w:rPr>
          <w:rFonts w:hint="eastAsia" w:ascii="仿宋_GB2312" w:hAnsi="宋体" w:eastAsia="仿宋_GB2312"/>
          <w:sz w:val="24"/>
          <w:u w:val="single"/>
          <w:lang w:val="en-US" w:eastAsia="zh-CN"/>
        </w:rPr>
        <w:t xml:space="preserve">                                                                   </w:t>
      </w:r>
      <w:r>
        <w:rPr>
          <w:rFonts w:ascii="仿宋_GB2312" w:hAnsi="宋体" w:eastAsia="仿宋_GB2312"/>
          <w:sz w:val="24"/>
          <w:u w:val="single"/>
        </w:rPr>
        <w:t xml:space="preserve"> </w:t>
      </w:r>
    </w:p>
    <w:p>
      <w:pPr>
        <w:rPr>
          <w:rFonts w:ascii="仿宋_GB2312" w:hAnsi="宋体" w:eastAsia="仿宋_GB2312"/>
          <w:sz w:val="24"/>
          <w:u w:val="single"/>
        </w:rPr>
      </w:pPr>
    </w:p>
    <w:tbl>
      <w:tblPr>
        <w:tblStyle w:val="17"/>
        <w:tblW w:w="10374" w:type="dxa"/>
        <w:jc w:val="center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6E6E6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0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6E6E6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10374" w:type="dxa"/>
            <w:shd w:val="clear" w:color="auto" w:fill="E6E6E6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请问您是否参加过中仿科技举办的市场活动，一般您是通过什么方式得知市场活动信息？</w:t>
            </w:r>
          </w:p>
        </w:tc>
      </w:tr>
    </w:tbl>
    <w:p>
      <w:pPr>
        <w:rPr>
          <w:rFonts w:hint="eastAsia" w:ascii="仿宋_GB2312" w:hAnsi="宋体" w:eastAsia="仿宋_GB2312"/>
          <w:sz w:val="24"/>
          <w:u w:val="single"/>
        </w:rPr>
      </w:pPr>
    </w:p>
    <w:p>
      <w:pPr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  <w:u w:val="single"/>
        </w:rPr>
        <w:t xml:space="preserve">               </w:t>
      </w:r>
      <w:r>
        <w:rPr>
          <w:rFonts w:ascii="仿宋_GB2312" w:hAnsi="宋体" w:eastAsia="仿宋_GB2312"/>
          <w:sz w:val="24"/>
          <w:u w:val="single"/>
        </w:rPr>
        <w:t xml:space="preserve">    </w:t>
      </w:r>
      <w:r>
        <w:rPr>
          <w:rFonts w:hint="eastAsia" w:ascii="仿宋_GB2312" w:hAnsi="宋体" w:eastAsia="仿宋_GB2312"/>
          <w:sz w:val="24"/>
          <w:u w:val="single"/>
          <w:lang w:val="en-US" w:eastAsia="zh-CN"/>
        </w:rPr>
        <w:t xml:space="preserve">                                                                   </w:t>
      </w:r>
      <w:r>
        <w:rPr>
          <w:rFonts w:ascii="仿宋_GB2312" w:hAnsi="宋体" w:eastAsia="仿宋_GB2312"/>
          <w:sz w:val="24"/>
          <w:u w:val="single"/>
        </w:rPr>
        <w:t xml:space="preserve"> </w:t>
      </w:r>
    </w:p>
    <w:p>
      <w:pPr>
        <w:rPr>
          <w:rFonts w:ascii="仿宋_GB2312" w:hAnsi="宋体" w:eastAsia="仿宋_GB2312"/>
          <w:sz w:val="24"/>
          <w:u w:val="single"/>
        </w:rPr>
      </w:pPr>
    </w:p>
    <w:p>
      <w:pPr/>
    </w:p>
    <w:tbl>
      <w:tblPr>
        <w:tblStyle w:val="17"/>
        <w:tblW w:w="10374" w:type="dxa"/>
        <w:jc w:val="center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6E6E6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0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6E6E6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10374" w:type="dxa"/>
            <w:shd w:val="clear" w:color="auto" w:fill="E6E6E6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、请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问</w:t>
            </w:r>
            <w:r>
              <w:rPr>
                <w:rFonts w:hint="eastAsia"/>
                <w:sz w:val="18"/>
                <w:szCs w:val="18"/>
              </w:rPr>
              <w:t>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之前是否听接触过</w:t>
            </w:r>
            <w:r>
              <w:rPr>
                <w:rFonts w:hint="eastAsia"/>
                <w:sz w:val="18"/>
                <w:szCs w:val="18"/>
              </w:rPr>
              <w:t>中仿科技公司</w:t>
            </w:r>
            <w:r>
              <w:rPr>
                <w:rFonts w:hint="eastAsia"/>
                <w:sz w:val="18"/>
                <w:szCs w:val="18"/>
                <w:lang w:eastAsia="zh-CN"/>
              </w:rPr>
              <w:t>？（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如果有接触过，麻烦对我们之前的工作</w:t>
            </w:r>
            <w:r>
              <w:rPr>
                <w:rFonts w:hint="eastAsia"/>
                <w:sz w:val="18"/>
                <w:szCs w:val="18"/>
              </w:rPr>
              <w:t>提出宝贵意见及建议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                                 </w:t>
            </w:r>
          </w:p>
        </w:tc>
      </w:tr>
    </w:tbl>
    <w:p>
      <w:pPr>
        <w:spacing w:beforeLines="100"/>
        <w:rPr>
          <w:rFonts w:ascii="仿宋_GB2312" w:hAnsi="宋体" w:eastAsia="仿宋_GB2312"/>
          <w:sz w:val="24"/>
          <w:u w:val="single"/>
        </w:rPr>
      </w:pPr>
      <w:bookmarkStart w:id="0" w:name="OLE_LINK2"/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                                                 </w:t>
      </w:r>
      <w:bookmarkEnd w:id="0"/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                             </w:t>
      </w:r>
    </w:p>
    <w:p>
      <w:pPr>
        <w:spacing w:beforeLines="100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                                                 </w:t>
      </w:r>
      <w:r>
        <w:rPr>
          <w:rFonts w:ascii="仿宋_GB2312" w:hAnsi="宋体" w:eastAsia="仿宋_GB2312"/>
          <w:sz w:val="24"/>
          <w:u w:val="single"/>
        </w:rPr>
        <w:t xml:space="preserve">      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请您填写</w:t>
      </w:r>
    </w:p>
    <w:p>
      <w:pPr>
        <w:spacing w:line="360" w:lineRule="auto"/>
        <w:ind w:firstLine="720" w:firstLineChars="300"/>
        <w:rPr>
          <w:sz w:val="24"/>
        </w:rPr>
      </w:pPr>
      <w:r>
        <w:rPr>
          <w:rFonts w:hint="eastAsia"/>
          <w:sz w:val="24"/>
        </w:rPr>
        <w:t>姓 名：</w:t>
      </w:r>
      <w:r>
        <w:rPr>
          <w:rFonts w:hint="eastAsia"/>
          <w:sz w:val="24"/>
          <w:u w:val="single"/>
        </w:rPr>
        <w:t xml:space="preserve">            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>单位：</w:t>
      </w:r>
      <w:r>
        <w:rPr>
          <w:rFonts w:hint="eastAsia"/>
          <w:sz w:val="24"/>
          <w:u w:val="single"/>
        </w:rPr>
        <w:t xml:space="preserve">              </w:t>
      </w:r>
      <w:r>
        <w:rPr>
          <w:sz w:val="24"/>
          <w:u w:val="single"/>
        </w:rPr>
        <w:t xml:space="preserve">       </w:t>
      </w:r>
    </w:p>
    <w:p>
      <w:pPr>
        <w:spacing w:line="360" w:lineRule="auto"/>
        <w:ind w:firstLine="720" w:firstLineChars="300"/>
        <w:rPr>
          <w:sz w:val="24"/>
          <w:u w:val="single"/>
        </w:rPr>
      </w:pPr>
      <w:r>
        <w:rPr>
          <w:rFonts w:hint="eastAsia"/>
          <w:sz w:val="24"/>
        </w:rPr>
        <w:t>电 话：</w:t>
      </w:r>
      <w:r>
        <w:rPr>
          <w:rFonts w:hint="eastAsia"/>
          <w:sz w:val="24"/>
          <w:u w:val="single"/>
        </w:rPr>
        <w:t xml:space="preserve">           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            </w:t>
      </w:r>
      <w:r>
        <w:rPr>
          <w:rFonts w:hint="eastAsia"/>
          <w:sz w:val="24"/>
        </w:rPr>
        <w:t>E-mail:</w:t>
      </w:r>
      <w:r>
        <w:rPr>
          <w:rFonts w:hint="eastAsia"/>
          <w:sz w:val="24"/>
          <w:u w:val="single"/>
        </w:rPr>
        <w:t xml:space="preserve">             </w:t>
      </w:r>
      <w:r>
        <w:rPr>
          <w:sz w:val="24"/>
          <w:u w:val="single"/>
        </w:rPr>
        <w:t xml:space="preserve">        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联系我们</w:t>
      </w:r>
    </w:p>
    <w:p>
      <w:pPr>
        <w:pBdr>
          <w:bottom w:val="double" w:color="auto" w:sz="6" w:space="1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pBdr>
          <w:bottom w:val="doub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050" w:firstLineChars="5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新浪微博：http://weibo.com/328497456</w:t>
      </w:r>
    </w:p>
    <w:p>
      <w:pPr>
        <w:keepNext w:val="0"/>
        <w:keepLines w:val="0"/>
        <w:pageBreakBefore w:val="0"/>
        <w:widowControl w:val="0"/>
        <w:pBdr>
          <w:bottom w:val="doub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050" w:firstLineChars="5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腾讯微博：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"http://t.qq.com/geostudiocn"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6"/>
          <w:rFonts w:hint="eastAsia"/>
          <w:lang w:val="en-US" w:eastAsia="zh-CN"/>
        </w:rPr>
        <w:t>http://t.qq.com/geostudiocn</w:t>
      </w:r>
      <w:r>
        <w:rPr>
          <w:rFonts w:hint="eastAsia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pBdr>
          <w:bottom w:val="doub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050" w:firstLineChars="500"/>
        <w:jc w:val="both"/>
        <w:textAlignment w:val="auto"/>
        <w:outlineLvl w:val="9"/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val="en-US" w:eastAsia="zh-CN"/>
        </w:rPr>
        <w:t>GeoStudio官方技术</w:t>
      </w:r>
      <w:r>
        <w:rPr>
          <w:rFonts w:hint="eastAsia"/>
          <w:lang w:val="en-US" w:eastAsia="zh-CN"/>
        </w:rPr>
        <w:t>QQ交流群：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</w:rPr>
        <w:t>184185026</w:t>
      </w:r>
    </w:p>
    <w:p>
      <w:pPr>
        <w:keepNext w:val="0"/>
        <w:keepLines w:val="0"/>
        <w:pageBreakBefore w:val="0"/>
        <w:widowControl w:val="0"/>
        <w:pBdr>
          <w:bottom w:val="doub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050" w:firstLineChars="500"/>
        <w:jc w:val="both"/>
        <w:textAlignment w:val="auto"/>
        <w:outlineLvl w:val="9"/>
        <w:rPr>
          <w:rFonts w:ascii="仿宋_GB2312" w:hAnsi="宋体" w:eastAsia="仿宋_GB2312"/>
          <w:sz w:val="24"/>
          <w:u w:val="singl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lang w:val="en-US" w:eastAsia="zh-CN"/>
        </w:rPr>
        <w:t>Rocscience官方技术QQ群：49445108</w:t>
      </w: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850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3"/>
      <w:ind w:right="360"/>
      <w:jc w:val="center"/>
    </w:pPr>
    <w:r>
      <w:rPr>
        <w:rFonts w:hint="eastAsia"/>
      </w:rPr>
      <w:t>全国统一客户服务热线：400 888 5100</w:t>
    </w:r>
    <w:r>
      <w:rPr>
        <w:rFonts w:hint="eastAsia"/>
        <w:bCs/>
      </w:rPr>
      <w:t xml:space="preserve">  </w:t>
    </w:r>
    <w:r>
      <w:rPr>
        <w:rFonts w:hint="eastAsia" w:ascii="Tahoma" w:hAnsi="Tahoma" w:cs="Tahoma"/>
      </w:rPr>
      <w:t>网址:</w:t>
    </w:r>
    <w:r>
      <w:rPr>
        <w:rFonts w:hint="eastAsia"/>
      </w:rPr>
      <w:t xml:space="preserve"> </w:t>
    </w:r>
    <w:r>
      <w:t>www.</w:t>
    </w:r>
    <w:r>
      <w:rPr>
        <w:rFonts w:hint="eastAsia"/>
      </w:rPr>
      <w:t>CnTech</w:t>
    </w:r>
    <w:r>
      <w:t>.com</w:t>
    </w:r>
    <w:r>
      <w:rPr>
        <w:rFonts w:hint="eastAsia" w:ascii="Tahoma" w:hAnsi="Tahoma" w:cs="Tahoma"/>
      </w:rPr>
      <w:t xml:space="preserve">  </w:t>
    </w:r>
    <w:r>
      <w:fldChar w:fldCharType="begin"/>
    </w:r>
    <w:r>
      <w:instrText xml:space="preserve"> HYPERLINK "mailto:info@femlabcom.cn" </w:instrText>
    </w:r>
    <w:r>
      <w:fldChar w:fldCharType="separate"/>
    </w:r>
    <w:r>
      <w:rPr>
        <w:rFonts w:hint="eastAsia" w:ascii="Tahoma" w:hAnsi="Tahoma" w:cs="Tahoma"/>
      </w:rPr>
      <w:t>邮箱:</w:t>
    </w:r>
    <w:r>
      <w:fldChar w:fldCharType="begin"/>
    </w:r>
    <w:r>
      <w:instrText xml:space="preserve"> HYPERLINK "mailto:info@cntech.com.cn" </w:instrText>
    </w:r>
    <w:r>
      <w:fldChar w:fldCharType="separate"/>
    </w:r>
    <w:r>
      <w:rPr>
        <w:rStyle w:val="16"/>
        <w:rFonts w:hint="eastAsia"/>
        <w:u w:val="none"/>
      </w:rPr>
      <w:t>info@cntech.com</w:t>
    </w:r>
    <w:r>
      <w:rPr>
        <w:u w:val="none"/>
      </w:rPr>
      <w:fldChar w:fldCharType="end"/>
    </w:r>
    <w:r>
      <w:rPr>
        <w:u w:val="non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9"/>
      <w:framePr w:wrap="around" w:vAnchor="text" w:hAnchor="margin" w:xAlign="right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>
    <w:pPr>
      <w:pStyle w:val="9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2"/>
      <w:pBdr>
        <w:bottom w:val="single" w:color="auto" w:sz="6" w:space="10"/>
      </w:pBdr>
      <w:jc w:val="right"/>
      <w:rPr>
        <w:b/>
        <w:bCs/>
      </w:rPr>
    </w:pPr>
    <w:r>
      <w:rPr>
        <w:rFonts w:ascii="Times New Roman" w:hAnsi="Times New Roman" w:eastAsia="宋体" w:cs="Times New Roman"/>
        <w:kern w:val="2"/>
        <w:sz w:val="18"/>
        <w:szCs w:val="18"/>
        <w:lang w:eastAsia="en-US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-116205</wp:posOffset>
          </wp:positionV>
          <wp:extent cx="1115695" cy="42989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5695" cy="429895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anchor>
      </w:drawing>
    </w:r>
    <w:r>
      <w:rPr>
        <w:rFonts w:hint="eastAsia"/>
        <w:b/>
      </w:rPr>
      <w:t>中仿科技公司</w:t>
    </w:r>
    <w:r>
      <w:rPr>
        <w:rFonts w:hint="eastAsia"/>
        <w:b/>
      </w:rPr>
      <w:br w:type="textWrapping"/>
    </w:r>
    <w:r>
      <w:rPr>
        <w:rFonts w:ascii="Tahoma" w:hAnsi="Tahoma" w:cs="Tahoma"/>
        <w:b/>
      </w:rPr>
      <w:t>CnTech Co.,Ltd</w:t>
    </w:r>
    <w:r>
      <w:rPr>
        <w:rFonts w:hint="eastAsia" w:ascii="Tahoma" w:hAnsi="Tahoma" w:cs="Tahoma"/>
        <w:b/>
      </w:rPr>
      <w:t xml:space="preserve"> </w:t>
    </w:r>
  </w:p>
  <w:p>
    <w:pP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7143015">
    <w:nsid w:val="5641A667"/>
    <w:multiLevelType w:val="singleLevel"/>
    <w:tmpl w:val="5641A667"/>
    <w:lvl w:ilvl="0" w:tentative="1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4471430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805"/>
    <w:rsid w:val="00001314"/>
    <w:rsid w:val="00064492"/>
    <w:rsid w:val="00064EDE"/>
    <w:rsid w:val="00086779"/>
    <w:rsid w:val="00087056"/>
    <w:rsid w:val="000C3DB6"/>
    <w:rsid w:val="000D4591"/>
    <w:rsid w:val="00102E3C"/>
    <w:rsid w:val="00110949"/>
    <w:rsid w:val="00110994"/>
    <w:rsid w:val="00150328"/>
    <w:rsid w:val="001558FC"/>
    <w:rsid w:val="001638A9"/>
    <w:rsid w:val="001911DB"/>
    <w:rsid w:val="001B091D"/>
    <w:rsid w:val="001C5C37"/>
    <w:rsid w:val="001E0318"/>
    <w:rsid w:val="001E0B43"/>
    <w:rsid w:val="001F4FCB"/>
    <w:rsid w:val="00202D5B"/>
    <w:rsid w:val="00210D4A"/>
    <w:rsid w:val="00230ED1"/>
    <w:rsid w:val="00252363"/>
    <w:rsid w:val="00260E6A"/>
    <w:rsid w:val="00281EF7"/>
    <w:rsid w:val="0028271D"/>
    <w:rsid w:val="002A0307"/>
    <w:rsid w:val="002F4C7F"/>
    <w:rsid w:val="003063F0"/>
    <w:rsid w:val="0038314A"/>
    <w:rsid w:val="003B35B7"/>
    <w:rsid w:val="003B4E09"/>
    <w:rsid w:val="003C1606"/>
    <w:rsid w:val="004A1E0E"/>
    <w:rsid w:val="00506BCD"/>
    <w:rsid w:val="0056574F"/>
    <w:rsid w:val="00565D95"/>
    <w:rsid w:val="005C3985"/>
    <w:rsid w:val="005F5D5C"/>
    <w:rsid w:val="00607EA1"/>
    <w:rsid w:val="0062066E"/>
    <w:rsid w:val="0064761A"/>
    <w:rsid w:val="006602B6"/>
    <w:rsid w:val="00673D85"/>
    <w:rsid w:val="00673DAB"/>
    <w:rsid w:val="006A37C3"/>
    <w:rsid w:val="006C0FBC"/>
    <w:rsid w:val="006D4960"/>
    <w:rsid w:val="006D7B11"/>
    <w:rsid w:val="006E0363"/>
    <w:rsid w:val="00712119"/>
    <w:rsid w:val="00746A12"/>
    <w:rsid w:val="0077597E"/>
    <w:rsid w:val="00803C39"/>
    <w:rsid w:val="0087210F"/>
    <w:rsid w:val="00880D4C"/>
    <w:rsid w:val="0089431E"/>
    <w:rsid w:val="008D259B"/>
    <w:rsid w:val="008D362C"/>
    <w:rsid w:val="008E5DFA"/>
    <w:rsid w:val="008E7B73"/>
    <w:rsid w:val="008F21D2"/>
    <w:rsid w:val="00922D28"/>
    <w:rsid w:val="00960747"/>
    <w:rsid w:val="00993A6A"/>
    <w:rsid w:val="009F70F2"/>
    <w:rsid w:val="009F7264"/>
    <w:rsid w:val="00A112E6"/>
    <w:rsid w:val="00A70B44"/>
    <w:rsid w:val="00A801AA"/>
    <w:rsid w:val="00A81AC7"/>
    <w:rsid w:val="00A92AFC"/>
    <w:rsid w:val="00AA4A07"/>
    <w:rsid w:val="00AB2B50"/>
    <w:rsid w:val="00AC58D7"/>
    <w:rsid w:val="00AD6DC8"/>
    <w:rsid w:val="00AF1828"/>
    <w:rsid w:val="00B0448A"/>
    <w:rsid w:val="00B226A6"/>
    <w:rsid w:val="00B27541"/>
    <w:rsid w:val="00B323D3"/>
    <w:rsid w:val="00B421C2"/>
    <w:rsid w:val="00B94DB3"/>
    <w:rsid w:val="00BC5754"/>
    <w:rsid w:val="00BD251D"/>
    <w:rsid w:val="00C0202A"/>
    <w:rsid w:val="00C30554"/>
    <w:rsid w:val="00C62FE2"/>
    <w:rsid w:val="00C647F4"/>
    <w:rsid w:val="00C94414"/>
    <w:rsid w:val="00CE610C"/>
    <w:rsid w:val="00CF705E"/>
    <w:rsid w:val="00D14DB9"/>
    <w:rsid w:val="00D91B00"/>
    <w:rsid w:val="00D97498"/>
    <w:rsid w:val="00DC1EDE"/>
    <w:rsid w:val="00DD4E3C"/>
    <w:rsid w:val="00DD5797"/>
    <w:rsid w:val="00DE147F"/>
    <w:rsid w:val="00E0313E"/>
    <w:rsid w:val="00E27D24"/>
    <w:rsid w:val="00E56ECD"/>
    <w:rsid w:val="00E62008"/>
    <w:rsid w:val="00E627C2"/>
    <w:rsid w:val="00EA4805"/>
    <w:rsid w:val="00EB359F"/>
    <w:rsid w:val="00EF0EFA"/>
    <w:rsid w:val="00F11716"/>
    <w:rsid w:val="00F23682"/>
    <w:rsid w:val="00F3723F"/>
    <w:rsid w:val="00F42988"/>
    <w:rsid w:val="00F80E40"/>
    <w:rsid w:val="00F94966"/>
    <w:rsid w:val="00FD7DAF"/>
    <w:rsid w:val="00FF17E2"/>
    <w:rsid w:val="069F33E9"/>
    <w:rsid w:val="0BB743C6"/>
    <w:rsid w:val="0BED48A0"/>
    <w:rsid w:val="0E46405A"/>
    <w:rsid w:val="0FDC7974"/>
    <w:rsid w:val="117A583C"/>
    <w:rsid w:val="12F41825"/>
    <w:rsid w:val="158F246E"/>
    <w:rsid w:val="1B0D536D"/>
    <w:rsid w:val="1B803B17"/>
    <w:rsid w:val="1DDD2F8D"/>
    <w:rsid w:val="21725FEC"/>
    <w:rsid w:val="22FC5AF3"/>
    <w:rsid w:val="24117BB9"/>
    <w:rsid w:val="273B4BEE"/>
    <w:rsid w:val="2CEA3B3F"/>
    <w:rsid w:val="2DB15B07"/>
    <w:rsid w:val="2DD227B8"/>
    <w:rsid w:val="33FA4C57"/>
    <w:rsid w:val="3602502C"/>
    <w:rsid w:val="3808447D"/>
    <w:rsid w:val="3A9934B1"/>
    <w:rsid w:val="400E6DA6"/>
    <w:rsid w:val="44162144"/>
    <w:rsid w:val="44551C28"/>
    <w:rsid w:val="461D4A97"/>
    <w:rsid w:val="5703744E"/>
    <w:rsid w:val="58545AF7"/>
    <w:rsid w:val="593D1BD7"/>
    <w:rsid w:val="5C936DF0"/>
    <w:rsid w:val="5E957A76"/>
    <w:rsid w:val="60490185"/>
    <w:rsid w:val="691E5706"/>
    <w:rsid w:val="6A8B0096"/>
    <w:rsid w:val="6B33736F"/>
    <w:rsid w:val="6C6B28EF"/>
    <w:rsid w:val="745829CF"/>
    <w:rsid w:val="7A4D5F33"/>
    <w:rsid w:val="7C5D3714"/>
    <w:rsid w:val="7E451036"/>
    <w:rsid w:val="7F7B6EB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ody Text Indent"/>
    <w:basedOn w:val="1"/>
    <w:qFormat/>
    <w:uiPriority w:val="0"/>
    <w:pPr>
      <w:ind w:firstLine="570"/>
      <w:jc w:val="left"/>
    </w:pPr>
    <w:rPr>
      <w:bCs/>
      <w:sz w:val="28"/>
      <w:szCs w:val="32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Body Text Indent 2"/>
    <w:basedOn w:val="1"/>
    <w:qFormat/>
    <w:uiPriority w:val="0"/>
    <w:pPr>
      <w:ind w:firstLine="570"/>
      <w:jc w:val="left"/>
    </w:pPr>
    <w:rPr>
      <w:rFonts w:eastAsia="仿宋_GB2312"/>
      <w:bCs/>
      <w:szCs w:val="32"/>
    </w:rPr>
  </w:style>
  <w:style w:type="paragraph" w:styleId="8">
    <w:name w:val="Balloon Text"/>
    <w:basedOn w:val="1"/>
    <w:link w:val="20"/>
    <w:qFormat/>
    <w:uiPriority w:val="0"/>
    <w:rPr>
      <w:sz w:val="18"/>
      <w:szCs w:val="18"/>
    </w:rPr>
  </w:style>
  <w:style w:type="paragraph" w:styleId="9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Indent 3"/>
    <w:basedOn w:val="1"/>
    <w:qFormat/>
    <w:uiPriority w:val="0"/>
    <w:pPr>
      <w:widowControl/>
      <w:spacing w:line="380" w:lineRule="exact"/>
      <w:ind w:firstLine="480" w:firstLineChars="200"/>
    </w:pPr>
    <w:rPr>
      <w:kern w:val="0"/>
      <w:sz w:val="24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00"/>
      <w:u w:val="single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3"/>
    <w:link w:val="10"/>
    <w:qFormat/>
    <w:uiPriority w:val="99"/>
    <w:rPr>
      <w:kern w:val="2"/>
      <w:sz w:val="18"/>
      <w:szCs w:val="18"/>
    </w:rPr>
  </w:style>
  <w:style w:type="character" w:customStyle="1" w:styleId="20">
    <w:name w:val="批注框文本 Char"/>
    <w:basedOn w:val="13"/>
    <w:link w:val="8"/>
    <w:qFormat/>
    <w:uiPriority w:val="0"/>
    <w:rPr>
      <w:kern w:val="2"/>
      <w:sz w:val="18"/>
      <w:szCs w:val="18"/>
    </w:rPr>
  </w:style>
  <w:style w:type="character" w:customStyle="1" w:styleId="21">
    <w:name w:val="页脚 Char"/>
    <w:basedOn w:val="13"/>
    <w:link w:val="9"/>
    <w:qFormat/>
    <w:uiPriority w:val="99"/>
    <w:rPr>
      <w:kern w:val="2"/>
      <w:sz w:val="18"/>
      <w:szCs w:val="18"/>
    </w:rPr>
  </w:style>
  <w:style w:type="paragraph" w:customStyle="1" w:styleId="22">
    <w:name w:val="页眉1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3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tiff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 Files (x86)\Microsoft Office\Templates\Templates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Templates.dotx</Template>
  <Pages>1</Pages>
  <Words>200</Words>
  <Characters>1140</Characters>
  <Lines>9</Lines>
  <Paragraphs>2</Paragraphs>
  <ScaleCrop>false</ScaleCrop>
  <LinksUpToDate>false</LinksUpToDate>
  <CharactersWithSpaces>0</CharactersWithSpaces>
  <Application>WPS Office_10.1.0.5329_F1E327BC-269C-435d-A152-05C5408002CA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2012-05-03T01:19:00Z</dcterms:created>
  <dc:creator>CnTech007</dc:creator>
  <cp:lastModifiedBy>DylanChen</cp:lastModifiedBy>
  <cp:lastPrinted>2004-03-31T12:11:00Z</cp:lastPrinted>
  <dcterms:modified xsi:type="dcterms:W3CDTF">2015-11-10T08:37:16Z</dcterms:modified>
  <dc:title>中仿科技--CnTech Co.Ltd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2052-10.1.0.5329</vt:lpwstr>
  </property>
</Properties>
</file>